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A72C864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A0426D">
        <w:rPr>
          <w:lang w:val="en-GB"/>
        </w:rPr>
        <w:t xml:space="preserve"> 2</w:t>
      </w:r>
      <w:r w:rsidR="00434AD1">
        <w:rPr>
          <w:lang w:val="en-GB"/>
        </w:rPr>
        <w:t>9</w:t>
      </w:r>
      <w:r w:rsidR="00A0426D">
        <w:rPr>
          <w:lang w:val="en-GB"/>
        </w:rPr>
        <w:t xml:space="preserve"> - </w:t>
      </w:r>
      <w:r w:rsidR="00EF6623">
        <w:rPr>
          <w:lang w:val="en-GB"/>
        </w:rPr>
        <w:t>G0</w:t>
      </w:r>
      <w:r w:rsidR="00423742">
        <w:rPr>
          <w:lang w:val="en-GB"/>
        </w:rPr>
        <w:t>02</w:t>
      </w:r>
      <w:r w:rsidR="00EF6623">
        <w:rPr>
          <w:lang w:val="en-GB"/>
        </w:rPr>
        <w:t xml:space="preserve"> - 25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53075BD0" w:rsidR="00C44890" w:rsidRPr="00492684" w:rsidRDefault="00805D59" w:rsidP="00C44890">
      <w:pPr>
        <w:rPr>
          <w:lang w:val="en-GB"/>
        </w:rPr>
      </w:pPr>
      <w:r>
        <w:rPr>
          <w:lang w:val="en-GB"/>
        </w:rPr>
        <w:t xml:space="preserve">This procurement is for </w:t>
      </w:r>
      <w:r w:rsidR="005F2618">
        <w:rPr>
          <w:lang w:val="en-GB"/>
        </w:rPr>
        <w:t>the ministry heavy machineries and vehicles tyre</w:t>
      </w:r>
      <w:r w:rsidR="007F7567">
        <w:rPr>
          <w:lang w:val="en-GB"/>
        </w:rPr>
        <w:t>s</w:t>
      </w:r>
      <w:r w:rsidR="005F2618">
        <w:rPr>
          <w:lang w:val="en-GB"/>
        </w:rPr>
        <w:t xml:space="preserve">. The heavy machineries are the main machines used for the MLPID ongoing projects on the island. The availability of these </w:t>
      </w:r>
      <w:r w:rsidR="007F7567">
        <w:rPr>
          <w:lang w:val="en-GB"/>
        </w:rPr>
        <w:t xml:space="preserve">tyres </w:t>
      </w:r>
      <w:r w:rsidR="005F2618">
        <w:rPr>
          <w:lang w:val="en-GB"/>
        </w:rPr>
        <w:t>will maintain the operational of the machineries which contribute for achieving the ministry’s target and goals.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5AB10171" w14:textId="4D42E2A2" w:rsidR="00645E25" w:rsidRDefault="00C44890" w:rsidP="00645E25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645E25">
        <w:rPr>
          <w:lang w:val="en-GB"/>
        </w:rPr>
        <w:t xml:space="preserve"> The following documents should be submitted and failure to provide will result in disqualifying the tenderer. </w:t>
      </w:r>
    </w:p>
    <w:p w14:paraId="29BFF395" w14:textId="1CE70064" w:rsidR="005B1699" w:rsidRPr="005B1699" w:rsidRDefault="005B1699" w:rsidP="005B1699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5B1699">
        <w:rPr>
          <w:sz w:val="24"/>
          <w:szCs w:val="24"/>
          <w:lang w:val="en-GB"/>
        </w:rPr>
        <w:t xml:space="preserve">Please refer to </w:t>
      </w:r>
      <w:r w:rsidR="00126DB0">
        <w:rPr>
          <w:sz w:val="24"/>
          <w:szCs w:val="24"/>
          <w:lang w:val="en-GB"/>
        </w:rPr>
        <w:t>‘</w:t>
      </w:r>
      <w:r w:rsidRPr="00C67E13">
        <w:rPr>
          <w:b/>
          <w:bCs/>
          <w:sz w:val="24"/>
          <w:szCs w:val="24"/>
          <w:lang w:val="en-GB"/>
        </w:rPr>
        <w:t>Template 2: Instructions on how to submit a Quotation</w:t>
      </w:r>
      <w:r w:rsidR="00126DB0">
        <w:rPr>
          <w:b/>
          <w:bCs/>
          <w:sz w:val="24"/>
          <w:szCs w:val="24"/>
          <w:lang w:val="en-GB"/>
        </w:rPr>
        <w:t>’</w:t>
      </w:r>
      <w:r w:rsidRPr="005B1699">
        <w:rPr>
          <w:sz w:val="24"/>
          <w:szCs w:val="24"/>
          <w:lang w:val="en-GB"/>
        </w:rPr>
        <w:t xml:space="preserve"> for the full details of required documents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3927491C" w:rsidR="00C44890" w:rsidRPr="00492684" w:rsidRDefault="00AA6D48" w:rsidP="00C44890">
      <w:pPr>
        <w:rPr>
          <w:lang w:val="en-GB"/>
        </w:rPr>
      </w:pPr>
      <w:r>
        <w:rPr>
          <w:lang w:val="en-GB"/>
        </w:rPr>
        <w:t>Not applicable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11E480C4" w:rsidR="00C44890" w:rsidRPr="00492684" w:rsidRDefault="00645E25" w:rsidP="00C44890">
      <w:pPr>
        <w:rPr>
          <w:lang w:val="en-GB"/>
        </w:rPr>
      </w:pPr>
      <w:r>
        <w:rPr>
          <w:lang w:val="en-GB"/>
        </w:rPr>
        <w:t>To be arrived at Kiritimati Island in July 2025.</w:t>
      </w:r>
    </w:p>
    <w:bookmarkEnd w:id="4"/>
    <w:bookmarkEnd w:id="5"/>
    <w:p w14:paraId="625DFCD7" w14:textId="1C204CD3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  <w:r w:rsidR="00645E25">
        <w:t xml:space="preserve"> – Refer to Annex B</w:t>
      </w:r>
      <w:r w:rsidR="009A6F71">
        <w:t xml:space="preserve">: </w:t>
      </w:r>
      <w:r w:rsidR="005F2618">
        <w:t>Heavy Machineries and Vehicle tyres list</w:t>
      </w:r>
      <w:r w:rsidR="009A6F71">
        <w:t>)</w:t>
      </w: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B170C" w14:textId="77777777" w:rsidR="009305A7" w:rsidRDefault="009305A7">
      <w:r>
        <w:separator/>
      </w:r>
    </w:p>
  </w:endnote>
  <w:endnote w:type="continuationSeparator" w:id="0">
    <w:p w14:paraId="258D177C" w14:textId="77777777" w:rsidR="009305A7" w:rsidRDefault="009305A7">
      <w:r>
        <w:continuationSeparator/>
      </w:r>
    </w:p>
  </w:endnote>
  <w:endnote w:type="continuationNotice" w:id="1">
    <w:p w14:paraId="6D00AE88" w14:textId="77777777" w:rsidR="009305A7" w:rsidRDefault="009305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ADB282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23742">
      <w:rPr>
        <w:noProof/>
      </w:rPr>
      <w:t>2025-02-27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0D3DE" w14:textId="77777777" w:rsidR="009305A7" w:rsidRDefault="009305A7">
      <w:r>
        <w:separator/>
      </w:r>
    </w:p>
  </w:footnote>
  <w:footnote w:type="continuationSeparator" w:id="0">
    <w:p w14:paraId="4335AAE7" w14:textId="77777777" w:rsidR="009305A7" w:rsidRDefault="009305A7">
      <w:r>
        <w:continuationSeparator/>
      </w:r>
    </w:p>
  </w:footnote>
  <w:footnote w:type="continuationNotice" w:id="1">
    <w:p w14:paraId="3F8BA699" w14:textId="77777777" w:rsidR="009305A7" w:rsidRDefault="009305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A9B"/>
    <w:multiLevelType w:val="hybridMultilevel"/>
    <w:tmpl w:val="1B9CA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977B9"/>
    <w:multiLevelType w:val="hybridMultilevel"/>
    <w:tmpl w:val="B1463972"/>
    <w:lvl w:ilvl="0" w:tplc="3C26FA8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509062">
    <w:abstractNumId w:val="2"/>
  </w:num>
  <w:num w:numId="2" w16cid:durableId="626085016">
    <w:abstractNumId w:val="15"/>
  </w:num>
  <w:num w:numId="3" w16cid:durableId="172914133">
    <w:abstractNumId w:val="16"/>
  </w:num>
  <w:num w:numId="4" w16cid:durableId="481779616">
    <w:abstractNumId w:val="7"/>
  </w:num>
  <w:num w:numId="5" w16cid:durableId="689766439">
    <w:abstractNumId w:val="5"/>
  </w:num>
  <w:num w:numId="6" w16cid:durableId="1904874696">
    <w:abstractNumId w:val="11"/>
  </w:num>
  <w:num w:numId="7" w16cid:durableId="76295607">
    <w:abstractNumId w:val="8"/>
  </w:num>
  <w:num w:numId="8" w16cid:durableId="29843026">
    <w:abstractNumId w:val="13"/>
  </w:num>
  <w:num w:numId="9" w16cid:durableId="1288855789">
    <w:abstractNumId w:val="0"/>
  </w:num>
  <w:num w:numId="10" w16cid:durableId="335377643">
    <w:abstractNumId w:val="12"/>
  </w:num>
  <w:num w:numId="11" w16cid:durableId="1242834836">
    <w:abstractNumId w:val="3"/>
  </w:num>
  <w:num w:numId="12" w16cid:durableId="1607346612">
    <w:abstractNumId w:val="10"/>
  </w:num>
  <w:num w:numId="13" w16cid:durableId="1585450875">
    <w:abstractNumId w:val="14"/>
  </w:num>
  <w:num w:numId="14" w16cid:durableId="335111046">
    <w:abstractNumId w:val="4"/>
  </w:num>
  <w:num w:numId="15" w16cid:durableId="1846748994">
    <w:abstractNumId w:val="9"/>
  </w:num>
  <w:num w:numId="16" w16cid:durableId="1714841137">
    <w:abstractNumId w:val="1"/>
  </w:num>
  <w:num w:numId="17" w16cid:durableId="176321156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0A47"/>
    <w:rsid w:val="0006191C"/>
    <w:rsid w:val="00063557"/>
    <w:rsid w:val="00064FE2"/>
    <w:rsid w:val="00066AF8"/>
    <w:rsid w:val="00072DBF"/>
    <w:rsid w:val="00072E8D"/>
    <w:rsid w:val="00072F14"/>
    <w:rsid w:val="00073806"/>
    <w:rsid w:val="00074C55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F3A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6DB0"/>
    <w:rsid w:val="00127FCD"/>
    <w:rsid w:val="0013003E"/>
    <w:rsid w:val="00130987"/>
    <w:rsid w:val="00130B9D"/>
    <w:rsid w:val="0013165E"/>
    <w:rsid w:val="00131E4B"/>
    <w:rsid w:val="00132114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4D90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146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38C1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0C5E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23D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04C"/>
    <w:rsid w:val="00340FDE"/>
    <w:rsid w:val="00344260"/>
    <w:rsid w:val="0034571E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0A7F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2E19"/>
    <w:rsid w:val="00423742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4AD1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87F85"/>
    <w:rsid w:val="00490A18"/>
    <w:rsid w:val="00490BF3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73E"/>
    <w:rsid w:val="005028F7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699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13C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618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04C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5E25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17B0D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120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567"/>
    <w:rsid w:val="007F79BE"/>
    <w:rsid w:val="00800392"/>
    <w:rsid w:val="00800ED9"/>
    <w:rsid w:val="00802103"/>
    <w:rsid w:val="00804C0B"/>
    <w:rsid w:val="0080516D"/>
    <w:rsid w:val="00805D59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46AC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6DF"/>
    <w:rsid w:val="00874EE7"/>
    <w:rsid w:val="0087507D"/>
    <w:rsid w:val="00875973"/>
    <w:rsid w:val="00875DCF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F44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366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05A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6F71"/>
    <w:rsid w:val="009A7908"/>
    <w:rsid w:val="009B041C"/>
    <w:rsid w:val="009B054D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393"/>
    <w:rsid w:val="009F7BC6"/>
    <w:rsid w:val="00A0065C"/>
    <w:rsid w:val="00A0147B"/>
    <w:rsid w:val="00A016E6"/>
    <w:rsid w:val="00A02237"/>
    <w:rsid w:val="00A026E0"/>
    <w:rsid w:val="00A0426D"/>
    <w:rsid w:val="00A04652"/>
    <w:rsid w:val="00A04C26"/>
    <w:rsid w:val="00A051B5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209"/>
    <w:rsid w:val="00A3777A"/>
    <w:rsid w:val="00A37C06"/>
    <w:rsid w:val="00A40C23"/>
    <w:rsid w:val="00A4189C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1620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6D48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24E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4C1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9796C"/>
    <w:rsid w:val="00BA06D4"/>
    <w:rsid w:val="00BA107C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17F7"/>
    <w:rsid w:val="00BC2778"/>
    <w:rsid w:val="00BC31E9"/>
    <w:rsid w:val="00BC4954"/>
    <w:rsid w:val="00BC499E"/>
    <w:rsid w:val="00BC5208"/>
    <w:rsid w:val="00BC68AC"/>
    <w:rsid w:val="00BD0C4F"/>
    <w:rsid w:val="00BD231C"/>
    <w:rsid w:val="00BD23E1"/>
    <w:rsid w:val="00BD3F80"/>
    <w:rsid w:val="00BE014E"/>
    <w:rsid w:val="00BE197B"/>
    <w:rsid w:val="00BE298B"/>
    <w:rsid w:val="00BE640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7B49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2F56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67E1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92F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59C5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58B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9B5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623"/>
    <w:rsid w:val="00EF680A"/>
    <w:rsid w:val="00EF6AF1"/>
    <w:rsid w:val="00F00EDC"/>
    <w:rsid w:val="00F01E85"/>
    <w:rsid w:val="00F0359B"/>
    <w:rsid w:val="00F04E80"/>
    <w:rsid w:val="00F05347"/>
    <w:rsid w:val="00F06488"/>
    <w:rsid w:val="00F0684D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9D1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901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10</cp:revision>
  <cp:lastPrinted>2013-10-18T08:32:00Z</cp:lastPrinted>
  <dcterms:created xsi:type="dcterms:W3CDTF">2025-02-23T22:42:00Z</dcterms:created>
  <dcterms:modified xsi:type="dcterms:W3CDTF">2025-02-26T22:18:00Z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